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B836DE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40D60" w:rsidRPr="00140D60">
        <w:rPr>
          <w:rFonts w:eastAsia="Times New Roman" w:cs="Times New Roman"/>
          <w:b/>
          <w:lang w:eastAsia="cs-CZ"/>
        </w:rPr>
        <w:t>Nákup terénních vysokozdvižných vozíků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140D6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140D6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40D60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468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2024-05-07T11:27:00Z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